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858"/>
        <w:gridCol w:w="4158"/>
      </w:tblGrid>
      <w:tr w:rsidR="00B46912" w:rsidTr="0063463C">
        <w:tc>
          <w:tcPr>
            <w:tcW w:w="6858" w:type="dxa"/>
          </w:tcPr>
          <w:p w:rsidR="00B46912" w:rsidRDefault="00B46912" w:rsidP="00B46912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  <w:r>
              <w:t xml:space="preserve">Go to </w:t>
            </w:r>
            <w:hyperlink r:id="rId9" w:history="1">
              <w:r w:rsidRPr="00AB0632">
                <w:rPr>
                  <w:rStyle w:val="Hyperlink"/>
                </w:rPr>
                <w:t>www.cmcss.net</w:t>
              </w:r>
            </w:hyperlink>
            <w:r>
              <w:t xml:space="preserve">, Faculty and Staff, and go to Teacher Website Admin </w:t>
            </w:r>
          </w:p>
          <w:p w:rsidR="00B46912" w:rsidRDefault="00B46912" w:rsidP="00B46912">
            <w:pPr>
              <w:pStyle w:val="ListParagraph"/>
              <w:numPr>
                <w:ilvl w:val="0"/>
                <w:numId w:val="2"/>
              </w:numPr>
            </w:pPr>
            <w:r>
              <w:t xml:space="preserve">Log in using </w:t>
            </w:r>
            <w:proofErr w:type="spellStart"/>
            <w:r>
              <w:t>MyLogin</w:t>
            </w:r>
            <w:proofErr w:type="spellEnd"/>
            <w:r>
              <w:t xml:space="preserve"> credentials and IF you have to choose </w:t>
            </w:r>
          </w:p>
          <w:p w:rsidR="00B46912" w:rsidRDefault="00B46912" w:rsidP="00B46912">
            <w:pPr>
              <w:pStyle w:val="ListParagraph"/>
            </w:pPr>
            <w:proofErr w:type="gramStart"/>
            <w:r>
              <w:t>click</w:t>
            </w:r>
            <w:proofErr w:type="gramEnd"/>
            <w:r>
              <w:t xml:space="preserve"> on My Teacher Website.</w:t>
            </w:r>
          </w:p>
          <w:p w:rsidR="00677415" w:rsidRDefault="00677415" w:rsidP="00677415">
            <w:pPr>
              <w:pStyle w:val="ListParagraph"/>
            </w:pPr>
            <w:r>
              <w:t>*some may go directly into Teacher Website admin</w:t>
            </w:r>
          </w:p>
          <w:p w:rsidR="00B46912" w:rsidRDefault="00B46912" w:rsidP="00677415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45FC1589" wp14:editId="72D303A8">
                  <wp:extent cx="1219200" cy="78775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850" cy="790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8" w:type="dxa"/>
          </w:tcPr>
          <w:p w:rsidR="0063463C" w:rsidRDefault="0063463C" w:rsidP="00B46912">
            <w:pPr>
              <w:jc w:val="center"/>
            </w:pPr>
          </w:p>
          <w:p w:rsidR="0063463C" w:rsidRDefault="0063463C" w:rsidP="00B46912">
            <w:pPr>
              <w:jc w:val="center"/>
            </w:pPr>
          </w:p>
          <w:p w:rsidR="00B46912" w:rsidRDefault="00B46912" w:rsidP="00B469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402A89" wp14:editId="4CAC8FD4">
                  <wp:extent cx="2552246" cy="1114425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983" cy="112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912" w:rsidTr="0063463C">
        <w:tc>
          <w:tcPr>
            <w:tcW w:w="6858" w:type="dxa"/>
          </w:tcPr>
          <w:p w:rsidR="00677415" w:rsidRDefault="00677415" w:rsidP="00677415">
            <w:pPr>
              <w:pStyle w:val="ListParagraph"/>
              <w:numPr>
                <w:ilvl w:val="0"/>
                <w:numId w:val="2"/>
              </w:numPr>
            </w:pPr>
            <w:r>
              <w:t>Teacher Data – update information and type some general (not personal) information in the About Me space.  Remember it will be on the Internet for all to see.</w:t>
            </w:r>
          </w:p>
          <w:p w:rsidR="00B46912" w:rsidRDefault="00677415" w:rsidP="00677415">
            <w:pPr>
              <w:pStyle w:val="ListParagraph"/>
              <w:numPr>
                <w:ilvl w:val="0"/>
                <w:numId w:val="2"/>
              </w:numPr>
            </w:pPr>
            <w:r>
              <w:t xml:space="preserve">Click Update. </w:t>
            </w:r>
          </w:p>
        </w:tc>
        <w:tc>
          <w:tcPr>
            <w:tcW w:w="4158" w:type="dxa"/>
          </w:tcPr>
          <w:p w:rsidR="00B46912" w:rsidRDefault="00677415" w:rsidP="00B469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E8FD33" wp14:editId="50467993">
                  <wp:extent cx="2256268" cy="1750777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201" cy="1751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912" w:rsidTr="0063463C">
        <w:tc>
          <w:tcPr>
            <w:tcW w:w="6858" w:type="dxa"/>
          </w:tcPr>
          <w:p w:rsidR="00677415" w:rsidRDefault="00677415" w:rsidP="00677415">
            <w:pPr>
              <w:pStyle w:val="ListParagraph"/>
              <w:numPr>
                <w:ilvl w:val="0"/>
                <w:numId w:val="2"/>
              </w:numPr>
            </w:pPr>
            <w:r>
              <w:t xml:space="preserve">Click the Classroom Expectation icon at the top of the page and enter your text for your first expectation.  </w:t>
            </w:r>
          </w:p>
          <w:p w:rsidR="00B46912" w:rsidRDefault="00677415" w:rsidP="00677415">
            <w:pPr>
              <w:pStyle w:val="ListParagraph"/>
            </w:pPr>
            <w:r>
              <w:t>*Be sure to have unique numbers in the Display/Order box IF you use it.  Duplicates in the Display/Order will lock up your page.</w:t>
            </w:r>
          </w:p>
          <w:p w:rsidR="00677415" w:rsidRDefault="00677415" w:rsidP="00677415">
            <w:pPr>
              <w:pStyle w:val="ListParagraph"/>
            </w:pPr>
            <w:r>
              <w:t>If you don’t enter anything, expectations will appear in the order they were entered.</w:t>
            </w:r>
          </w:p>
          <w:p w:rsidR="00677415" w:rsidRDefault="00677415" w:rsidP="00677415">
            <w:pPr>
              <w:pStyle w:val="ListParagraph"/>
            </w:pPr>
            <w:r>
              <w:t>Click Create.</w:t>
            </w:r>
          </w:p>
          <w:p w:rsidR="00677415" w:rsidRDefault="00677415" w:rsidP="00677415">
            <w:pPr>
              <w:pStyle w:val="ListParagraph"/>
              <w:numPr>
                <w:ilvl w:val="0"/>
                <w:numId w:val="2"/>
              </w:numPr>
            </w:pPr>
            <w:r>
              <w:t xml:space="preserve">Repeat until all expectations are entered.  </w:t>
            </w:r>
          </w:p>
          <w:p w:rsidR="00677415" w:rsidRDefault="00677415" w:rsidP="00677415">
            <w:pPr>
              <w:pStyle w:val="ListParagraph"/>
            </w:pPr>
            <w:r>
              <w:t>*You should always have an empty one at the bottom.</w:t>
            </w:r>
          </w:p>
          <w:p w:rsidR="00677415" w:rsidRDefault="00677415" w:rsidP="00677415">
            <w:pPr>
              <w:pStyle w:val="ListParagraph"/>
            </w:pPr>
          </w:p>
        </w:tc>
        <w:tc>
          <w:tcPr>
            <w:tcW w:w="4158" w:type="dxa"/>
          </w:tcPr>
          <w:p w:rsidR="00B46912" w:rsidRDefault="00677415" w:rsidP="0063463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442709" wp14:editId="319A7AF5">
                  <wp:extent cx="2258269" cy="2505075"/>
                  <wp:effectExtent l="0" t="0" r="889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269" cy="250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63C" w:rsidTr="0063463C">
        <w:tc>
          <w:tcPr>
            <w:tcW w:w="6858" w:type="dxa"/>
          </w:tcPr>
          <w:p w:rsidR="0063463C" w:rsidRDefault="0063463C" w:rsidP="00677415">
            <w:pPr>
              <w:pStyle w:val="ListParagraph"/>
              <w:numPr>
                <w:ilvl w:val="0"/>
                <w:numId w:val="2"/>
              </w:numPr>
            </w:pPr>
            <w:r>
              <w:t>Click the Classroom Links icon at the top of the page.</w:t>
            </w:r>
          </w:p>
          <w:p w:rsidR="0063463C" w:rsidRDefault="0063463C" w:rsidP="0063463C">
            <w:pPr>
              <w:pStyle w:val="ListParagraph"/>
            </w:pPr>
            <w:r>
              <w:t>Type the name of the website for which you wish to provide a link for students and parents.</w:t>
            </w:r>
          </w:p>
          <w:p w:rsidR="0063463C" w:rsidRDefault="0063463C" w:rsidP="0063463C">
            <w:pPr>
              <w:pStyle w:val="ListParagraph"/>
            </w:pPr>
            <w:r>
              <w:t xml:space="preserve">Enter the complete web address in the hyperlink box.  </w:t>
            </w:r>
          </w:p>
          <w:p w:rsidR="0063463C" w:rsidRDefault="0063463C" w:rsidP="0063463C">
            <w:pPr>
              <w:pStyle w:val="ListParagraph"/>
            </w:pPr>
            <w:r>
              <w:t xml:space="preserve">*Suggested method:  Open the page you want to link to, copy the address, </w:t>
            </w:r>
            <w:proofErr w:type="gramStart"/>
            <w:r>
              <w:t>paste</w:t>
            </w:r>
            <w:proofErr w:type="gramEnd"/>
            <w:r>
              <w:t xml:space="preserve"> it in the hyperlink space.</w:t>
            </w:r>
          </w:p>
          <w:p w:rsidR="0063463C" w:rsidRDefault="0063463C" w:rsidP="0063463C">
            <w:pPr>
              <w:pStyle w:val="ListParagraph"/>
            </w:pPr>
            <w:r>
              <w:t>Enter a unique number in the Display/Order box.   *SEE #5 above.</w:t>
            </w:r>
          </w:p>
          <w:p w:rsidR="0063463C" w:rsidRDefault="0063463C" w:rsidP="0063463C">
            <w:pPr>
              <w:pStyle w:val="ListParagraph"/>
            </w:pPr>
            <w:r>
              <w:t>Click Create.</w:t>
            </w:r>
          </w:p>
          <w:p w:rsidR="0063463C" w:rsidRDefault="0063463C" w:rsidP="0063463C">
            <w:pPr>
              <w:pStyle w:val="ListParagraph"/>
            </w:pPr>
            <w:r>
              <w:t>Repeat until all links have been entered.</w:t>
            </w:r>
          </w:p>
          <w:p w:rsidR="0063463C" w:rsidRDefault="0063463C" w:rsidP="0063463C">
            <w:pPr>
              <w:pStyle w:val="ListParagraph"/>
            </w:pPr>
            <w:r>
              <w:t>*You should always have an empty one at the bottom.</w:t>
            </w:r>
          </w:p>
          <w:p w:rsidR="0063463C" w:rsidRDefault="0063463C" w:rsidP="0063463C">
            <w:pPr>
              <w:pStyle w:val="ListParagraph"/>
            </w:pPr>
            <w:r>
              <w:t xml:space="preserve">See document, </w:t>
            </w:r>
            <w:hyperlink r:id="rId14" w:history="1">
              <w:r w:rsidRPr="0063463C">
                <w:rPr>
                  <w:rStyle w:val="Hyperlink"/>
                </w:rPr>
                <w:t>Linking Your Document to Your Teacher Webpage</w:t>
              </w:r>
            </w:hyperlink>
            <w:r>
              <w:t xml:space="preserve"> for directions to publish your documents using the link section and the district server. </w:t>
            </w:r>
          </w:p>
        </w:tc>
        <w:tc>
          <w:tcPr>
            <w:tcW w:w="4158" w:type="dxa"/>
          </w:tcPr>
          <w:p w:rsidR="0063463C" w:rsidRDefault="0063463C" w:rsidP="00B46912">
            <w:pPr>
              <w:jc w:val="center"/>
              <w:rPr>
                <w:noProof/>
              </w:rPr>
            </w:pPr>
          </w:p>
          <w:p w:rsidR="0063463C" w:rsidRDefault="0063463C" w:rsidP="00B46912">
            <w:pPr>
              <w:jc w:val="center"/>
              <w:rPr>
                <w:noProof/>
              </w:rPr>
            </w:pPr>
          </w:p>
          <w:p w:rsidR="0063463C" w:rsidRDefault="0063463C" w:rsidP="00B469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3700BE" wp14:editId="4D243C89">
                  <wp:extent cx="2293144" cy="185512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890" cy="1858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63C" w:rsidTr="0063463C">
        <w:tc>
          <w:tcPr>
            <w:tcW w:w="6858" w:type="dxa"/>
          </w:tcPr>
          <w:p w:rsidR="0063463C" w:rsidRDefault="00103F17" w:rsidP="00677415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Click the Classroom News icon at the top.</w:t>
            </w:r>
          </w:p>
          <w:p w:rsidR="00103F17" w:rsidRDefault="00103F17" w:rsidP="00103F17">
            <w:pPr>
              <w:pStyle w:val="ListParagraph"/>
            </w:pPr>
            <w:r>
              <w:t>Enter the type of announcement from the dropdown and type the text.  Click Create.</w:t>
            </w:r>
          </w:p>
          <w:p w:rsidR="00103F17" w:rsidRDefault="00103F17" w:rsidP="00103F17">
            <w:pPr>
              <w:pStyle w:val="ListParagraph"/>
            </w:pPr>
            <w:r>
              <w:t>Repeat until all assignments, notes, etc. have been entered.</w:t>
            </w:r>
          </w:p>
          <w:p w:rsidR="00103F17" w:rsidRDefault="00103F17" w:rsidP="00103F17">
            <w:pPr>
              <w:pStyle w:val="ListParagraph"/>
            </w:pPr>
            <w:r>
              <w:t>*IF you choose to use this section, please remember to update.  Old news doesn’t look professional.</w:t>
            </w:r>
          </w:p>
          <w:p w:rsidR="00103F17" w:rsidRDefault="00103F17" w:rsidP="00103F17">
            <w:pPr>
              <w:pStyle w:val="ListParagraph"/>
            </w:pPr>
            <w:r>
              <w:t>If you wish to embed media you can paste the code in the text box here to show off student work, etc.</w:t>
            </w:r>
            <w:bookmarkStart w:id="0" w:name="_GoBack"/>
            <w:bookmarkEnd w:id="0"/>
          </w:p>
        </w:tc>
        <w:tc>
          <w:tcPr>
            <w:tcW w:w="4158" w:type="dxa"/>
          </w:tcPr>
          <w:p w:rsidR="0063463C" w:rsidRDefault="0063463C" w:rsidP="00B469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869458" wp14:editId="3D32C0DF">
                  <wp:extent cx="3324225" cy="1922898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225" cy="192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7BEF" w:rsidRDefault="00E97BEF" w:rsidP="00B46912">
      <w:pPr>
        <w:jc w:val="center"/>
      </w:pPr>
    </w:p>
    <w:sectPr w:rsidR="00E97BEF" w:rsidSect="00B4691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657" w:rsidRDefault="007E0657" w:rsidP="00B46912">
      <w:r>
        <w:separator/>
      </w:r>
    </w:p>
  </w:endnote>
  <w:endnote w:type="continuationSeparator" w:id="0">
    <w:p w:rsidR="007E0657" w:rsidRDefault="007E0657" w:rsidP="00B4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912" w:rsidRDefault="00B469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912" w:rsidRDefault="00B4691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912" w:rsidRDefault="00B469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657" w:rsidRDefault="007E0657" w:rsidP="00B46912">
      <w:r>
        <w:separator/>
      </w:r>
    </w:p>
  </w:footnote>
  <w:footnote w:type="continuationSeparator" w:id="0">
    <w:p w:rsidR="007E0657" w:rsidRDefault="007E0657" w:rsidP="00B46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912" w:rsidRDefault="00B469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912" w:rsidRPr="00B46912" w:rsidRDefault="00B46912" w:rsidP="00B46912">
    <w:pPr>
      <w:jc w:val="center"/>
      <w:rPr>
        <w:b/>
        <w:sz w:val="32"/>
        <w:szCs w:val="32"/>
      </w:rPr>
    </w:pPr>
    <w:r>
      <w:rPr>
        <w:b/>
        <w:sz w:val="32"/>
        <w:szCs w:val="32"/>
      </w:rPr>
      <w:t>CMCSS Web Page Quick Start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912" w:rsidRDefault="00B469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8E6"/>
    <w:multiLevelType w:val="hybridMultilevel"/>
    <w:tmpl w:val="1B8C1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10576"/>
    <w:multiLevelType w:val="hybridMultilevel"/>
    <w:tmpl w:val="B2E6A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12"/>
    <w:rsid w:val="00003558"/>
    <w:rsid w:val="00103F17"/>
    <w:rsid w:val="00245727"/>
    <w:rsid w:val="002A577C"/>
    <w:rsid w:val="003A24DC"/>
    <w:rsid w:val="00463146"/>
    <w:rsid w:val="00497B92"/>
    <w:rsid w:val="0063463C"/>
    <w:rsid w:val="00677415"/>
    <w:rsid w:val="007E0657"/>
    <w:rsid w:val="00AA5EB5"/>
    <w:rsid w:val="00B46912"/>
    <w:rsid w:val="00D93B00"/>
    <w:rsid w:val="00E9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EB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EB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5EB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EB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5E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5EB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5EB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5EB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5EB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5EB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EB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5EB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EB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5EB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5EB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5EB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5EB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5EB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EB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A5EB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A5EB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5EB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A5EB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A5EB5"/>
    <w:rPr>
      <w:b/>
      <w:bCs/>
    </w:rPr>
  </w:style>
  <w:style w:type="character" w:styleId="Emphasis">
    <w:name w:val="Emphasis"/>
    <w:basedOn w:val="DefaultParagraphFont"/>
    <w:uiPriority w:val="20"/>
    <w:qFormat/>
    <w:rsid w:val="00AA5EB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A5EB5"/>
    <w:rPr>
      <w:szCs w:val="32"/>
    </w:rPr>
  </w:style>
  <w:style w:type="paragraph" w:styleId="ListParagraph">
    <w:name w:val="List Paragraph"/>
    <w:basedOn w:val="Normal"/>
    <w:uiPriority w:val="34"/>
    <w:qFormat/>
    <w:rsid w:val="00AA5E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5EB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A5EB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5EB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5EB5"/>
    <w:rPr>
      <w:b/>
      <w:i/>
      <w:sz w:val="24"/>
    </w:rPr>
  </w:style>
  <w:style w:type="character" w:styleId="SubtleEmphasis">
    <w:name w:val="Subtle Emphasis"/>
    <w:uiPriority w:val="19"/>
    <w:qFormat/>
    <w:rsid w:val="00AA5EB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A5EB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A5EB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A5EB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A5EB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5EB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91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912"/>
    <w:rPr>
      <w:sz w:val="24"/>
      <w:szCs w:val="24"/>
    </w:rPr>
  </w:style>
  <w:style w:type="table" w:styleId="TableGrid">
    <w:name w:val="Table Grid"/>
    <w:basedOn w:val="TableNormal"/>
    <w:uiPriority w:val="59"/>
    <w:rsid w:val="00B46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469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9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EB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EB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5EB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EB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5E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5EB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5EB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5EB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5EB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5EB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EB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5EB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EB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5EB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5EB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5EB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5EB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5EB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EB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A5EB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A5EB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5EB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A5EB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A5EB5"/>
    <w:rPr>
      <w:b/>
      <w:bCs/>
    </w:rPr>
  </w:style>
  <w:style w:type="character" w:styleId="Emphasis">
    <w:name w:val="Emphasis"/>
    <w:basedOn w:val="DefaultParagraphFont"/>
    <w:uiPriority w:val="20"/>
    <w:qFormat/>
    <w:rsid w:val="00AA5EB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A5EB5"/>
    <w:rPr>
      <w:szCs w:val="32"/>
    </w:rPr>
  </w:style>
  <w:style w:type="paragraph" w:styleId="ListParagraph">
    <w:name w:val="List Paragraph"/>
    <w:basedOn w:val="Normal"/>
    <w:uiPriority w:val="34"/>
    <w:qFormat/>
    <w:rsid w:val="00AA5E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5EB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A5EB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5EB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5EB5"/>
    <w:rPr>
      <w:b/>
      <w:i/>
      <w:sz w:val="24"/>
    </w:rPr>
  </w:style>
  <w:style w:type="character" w:styleId="SubtleEmphasis">
    <w:name w:val="Subtle Emphasis"/>
    <w:uiPriority w:val="19"/>
    <w:qFormat/>
    <w:rsid w:val="00AA5EB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A5EB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A5EB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A5EB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A5EB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5EB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91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912"/>
    <w:rPr>
      <w:sz w:val="24"/>
      <w:szCs w:val="24"/>
    </w:rPr>
  </w:style>
  <w:style w:type="table" w:styleId="TableGrid">
    <w:name w:val="Table Grid"/>
    <w:basedOn w:val="TableNormal"/>
    <w:uiPriority w:val="59"/>
    <w:rsid w:val="00B46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469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mcss.net" TargetMode="External"/><Relationship Id="rId14" Type="http://schemas.openxmlformats.org/officeDocument/2006/relationships/hyperlink" Target="file:///C:\Users\Donna%20Baker\Desktop\Linking%20Your%20Document%20to%20your%20Teacher%20Website.docx" TargetMode="Externa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na%20Bak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181B6DC-CFDA-4CD1-B1ED-7C38A844ADC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Baker</dc:creator>
  <cp:lastModifiedBy>Donna Baker</cp:lastModifiedBy>
  <cp:revision>2</cp:revision>
  <dcterms:created xsi:type="dcterms:W3CDTF">2012-08-03T19:57:00Z</dcterms:created>
  <dcterms:modified xsi:type="dcterms:W3CDTF">2012-08-03T19:57:00Z</dcterms:modified>
</cp:coreProperties>
</file>